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1" w:type="dxa"/>
        <w:tblLook w:val="04A0" w:firstRow="1" w:lastRow="0" w:firstColumn="1" w:lastColumn="0" w:noHBand="0" w:noVBand="1"/>
      </w:tblPr>
      <w:tblGrid>
        <w:gridCol w:w="4537"/>
        <w:gridCol w:w="1418"/>
        <w:gridCol w:w="4536"/>
      </w:tblGrid>
      <w:tr w:rsidR="00A56788" w:rsidTr="008B5A4B">
        <w:tc>
          <w:tcPr>
            <w:tcW w:w="4537" w:type="dxa"/>
            <w:vAlign w:val="center"/>
          </w:tcPr>
          <w:p w:rsidR="00A56788" w:rsidRPr="00A56788" w:rsidRDefault="00A56788" w:rsidP="00A56788">
            <w:pPr>
              <w:jc w:val="center"/>
            </w:pPr>
            <w:bookmarkStart w:id="0" w:name="_GoBack"/>
            <w:bookmarkEnd w:id="0"/>
            <w:r w:rsidRPr="00A56788">
              <w:t>Ways in which their education helped them</w:t>
            </w:r>
          </w:p>
        </w:tc>
        <w:tc>
          <w:tcPr>
            <w:tcW w:w="1418" w:type="dxa"/>
            <w:vAlign w:val="center"/>
          </w:tcPr>
          <w:p w:rsidR="00A56788" w:rsidRPr="00A56788" w:rsidRDefault="00A56788" w:rsidP="00A56788">
            <w:pPr>
              <w:jc w:val="center"/>
            </w:pPr>
            <w:r w:rsidRPr="00A56788">
              <w:t>Name</w:t>
            </w:r>
            <w:r>
              <w:t xml:space="preserve"> &amp; Career Now</w:t>
            </w:r>
            <w:r w:rsidRPr="00A56788">
              <w:t>:</w:t>
            </w:r>
          </w:p>
        </w:tc>
        <w:tc>
          <w:tcPr>
            <w:tcW w:w="4536" w:type="dxa"/>
            <w:vAlign w:val="center"/>
          </w:tcPr>
          <w:p w:rsidR="00A56788" w:rsidRPr="00A56788" w:rsidRDefault="00A56788" w:rsidP="00A56788">
            <w:pPr>
              <w:jc w:val="center"/>
            </w:pPr>
            <w:r w:rsidRPr="00A56788">
              <w:t>Other experiences that shaped their career</w:t>
            </w:r>
          </w:p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  <w:tr w:rsidR="00A56788" w:rsidTr="008B5A4B">
        <w:trPr>
          <w:trHeight w:val="2241"/>
        </w:trPr>
        <w:tc>
          <w:tcPr>
            <w:tcW w:w="4537" w:type="dxa"/>
            <w:vAlign w:val="center"/>
          </w:tcPr>
          <w:p w:rsidR="00A56788" w:rsidRPr="00A56788" w:rsidRDefault="00A56788" w:rsidP="00A56788"/>
        </w:tc>
        <w:tc>
          <w:tcPr>
            <w:tcW w:w="1418" w:type="dxa"/>
            <w:vAlign w:val="center"/>
          </w:tcPr>
          <w:p w:rsidR="00A56788" w:rsidRPr="00A56788" w:rsidRDefault="00A56788" w:rsidP="00A56788"/>
        </w:tc>
        <w:tc>
          <w:tcPr>
            <w:tcW w:w="4536" w:type="dxa"/>
            <w:vAlign w:val="center"/>
          </w:tcPr>
          <w:p w:rsidR="00A56788" w:rsidRPr="00A56788" w:rsidRDefault="00A56788" w:rsidP="00A56788"/>
        </w:tc>
      </w:tr>
    </w:tbl>
    <w:p w:rsidR="009C1174" w:rsidRDefault="009C1174"/>
    <w:sectPr w:rsidR="009C1174" w:rsidSect="008B5A4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88"/>
    <w:rsid w:val="00370853"/>
    <w:rsid w:val="007061E6"/>
    <w:rsid w:val="008B5A4B"/>
    <w:rsid w:val="009C1174"/>
    <w:rsid w:val="00A5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FB0F4-083B-4354-8977-6F31DCF0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5F344C5A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2017-02-10T08:18:00Z</dcterms:created>
  <dcterms:modified xsi:type="dcterms:W3CDTF">2017-12-01T10:53:00Z</dcterms:modified>
</cp:coreProperties>
</file>